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37D" w:rsidRPr="006C6FBC" w:rsidRDefault="00CC037D" w:rsidP="0099441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Pr="006C6FBC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</w:t>
      </w:r>
      <w:r w:rsidRPr="006C6FBC">
        <w:rPr>
          <w:rFonts w:ascii="Times New Roman" w:hAnsi="Times New Roman"/>
          <w:sz w:val="24"/>
          <w:szCs w:val="24"/>
          <w:lang w:eastAsia="ru-RU"/>
        </w:rPr>
        <w:t xml:space="preserve">  Утвержден </w:t>
      </w:r>
    </w:p>
    <w:p w:rsidR="00CC037D" w:rsidRPr="006C6FBC" w:rsidRDefault="00CC037D" w:rsidP="0099441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C6FBC">
        <w:rPr>
          <w:rFonts w:ascii="Times New Roman" w:hAnsi="Times New Roman"/>
          <w:sz w:val="24"/>
          <w:szCs w:val="24"/>
          <w:lang w:eastAsia="ru-RU"/>
        </w:rPr>
        <w:t xml:space="preserve">                         </w:t>
      </w:r>
      <w:r w:rsidRPr="006C6FBC">
        <w:rPr>
          <w:rFonts w:ascii="Times New Roman" w:hAnsi="Times New Roman"/>
          <w:sz w:val="24"/>
          <w:szCs w:val="24"/>
          <w:lang w:eastAsia="ru-RU"/>
        </w:rPr>
        <w:tab/>
      </w:r>
      <w:r w:rsidRPr="006C6FBC">
        <w:rPr>
          <w:rFonts w:ascii="Times New Roman" w:hAnsi="Times New Roman"/>
          <w:sz w:val="24"/>
          <w:szCs w:val="24"/>
          <w:lang w:eastAsia="ru-RU"/>
        </w:rPr>
        <w:tab/>
      </w:r>
      <w:r w:rsidRPr="006C6FBC">
        <w:rPr>
          <w:rFonts w:ascii="Times New Roman" w:hAnsi="Times New Roman"/>
          <w:sz w:val="24"/>
          <w:szCs w:val="24"/>
          <w:lang w:eastAsia="ru-RU"/>
        </w:rPr>
        <w:tab/>
      </w:r>
      <w:r w:rsidRPr="006C6FBC">
        <w:rPr>
          <w:rFonts w:ascii="Times New Roman" w:hAnsi="Times New Roman"/>
          <w:sz w:val="24"/>
          <w:szCs w:val="24"/>
          <w:lang w:eastAsia="ru-RU"/>
        </w:rPr>
        <w:tab/>
      </w:r>
      <w:r w:rsidRPr="006C6FBC">
        <w:rPr>
          <w:rFonts w:ascii="Times New Roman" w:hAnsi="Times New Roman"/>
          <w:sz w:val="24"/>
          <w:szCs w:val="24"/>
          <w:lang w:eastAsia="ru-RU"/>
        </w:rPr>
        <w:tab/>
      </w:r>
      <w:r w:rsidRPr="006C6FBC">
        <w:rPr>
          <w:rFonts w:ascii="Times New Roman" w:hAnsi="Times New Roman"/>
          <w:sz w:val="24"/>
          <w:szCs w:val="24"/>
          <w:lang w:eastAsia="ru-RU"/>
        </w:rPr>
        <w:tab/>
      </w:r>
      <w:r w:rsidRPr="006C6FBC">
        <w:rPr>
          <w:rFonts w:ascii="Times New Roman" w:hAnsi="Times New Roman"/>
          <w:sz w:val="24"/>
          <w:szCs w:val="24"/>
          <w:lang w:eastAsia="ru-RU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</w:t>
      </w:r>
      <w:r w:rsidRPr="006C6FBC">
        <w:rPr>
          <w:rFonts w:ascii="Times New Roman" w:hAnsi="Times New Roman"/>
          <w:sz w:val="24"/>
          <w:szCs w:val="24"/>
          <w:lang w:eastAsia="ru-RU"/>
        </w:rPr>
        <w:t xml:space="preserve">       приказом директора МАОУ АГО «Артинская СОШ №6»  </w:t>
      </w:r>
    </w:p>
    <w:p w:rsidR="00CC037D" w:rsidRPr="006C6FBC" w:rsidRDefault="00CC037D" w:rsidP="0099441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C6FBC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</w:t>
      </w:r>
      <w:r w:rsidRPr="006C6FBC">
        <w:rPr>
          <w:rFonts w:ascii="Times New Roman" w:hAnsi="Times New Roman"/>
          <w:sz w:val="24"/>
          <w:szCs w:val="24"/>
          <w:lang w:eastAsia="ru-RU"/>
        </w:rPr>
        <w:t xml:space="preserve">от 29.06.2018 года № 141-од «Об утверждении Отчета </w:t>
      </w:r>
    </w:p>
    <w:p w:rsidR="00CC037D" w:rsidRPr="006C6FBC" w:rsidRDefault="00CC037D" w:rsidP="0099441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C6FBC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</w:t>
      </w:r>
      <w:r w:rsidRPr="006C6FBC">
        <w:rPr>
          <w:rFonts w:ascii="Times New Roman" w:hAnsi="Times New Roman"/>
          <w:sz w:val="24"/>
          <w:szCs w:val="24"/>
          <w:lang w:eastAsia="ru-RU"/>
        </w:rPr>
        <w:t xml:space="preserve">   о выполнении Плана мероприятий на 2018 год по улучшению      </w:t>
      </w:r>
    </w:p>
    <w:p w:rsidR="00CC037D" w:rsidRPr="006C6FBC" w:rsidRDefault="00CC037D" w:rsidP="0099441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C6FBC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</w:t>
      </w:r>
      <w:r w:rsidRPr="006C6FBC">
        <w:rPr>
          <w:rFonts w:ascii="Times New Roman" w:hAnsi="Times New Roman"/>
          <w:sz w:val="24"/>
          <w:szCs w:val="24"/>
          <w:lang w:eastAsia="ru-RU"/>
        </w:rPr>
        <w:t xml:space="preserve">качества оказания услуг МАОУ АГО «Артинская СОШ №6» </w:t>
      </w:r>
    </w:p>
    <w:p w:rsidR="00CC037D" w:rsidRPr="006C6FBC" w:rsidRDefault="00CC037D" w:rsidP="0099441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C6FBC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 w:rsidRPr="006C6FBC">
        <w:rPr>
          <w:rFonts w:ascii="Times New Roman" w:hAnsi="Times New Roman"/>
          <w:sz w:val="24"/>
          <w:szCs w:val="24"/>
          <w:lang w:eastAsia="ru-RU"/>
        </w:rPr>
        <w:t xml:space="preserve">по результатам проведенной в 2017 году независимой </w:t>
      </w:r>
    </w:p>
    <w:p w:rsidR="00CC037D" w:rsidRPr="006C6FBC" w:rsidRDefault="00CC037D" w:rsidP="0099441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C6FBC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</w:t>
      </w:r>
      <w:r w:rsidRPr="006C6FBC">
        <w:rPr>
          <w:rFonts w:ascii="Times New Roman" w:hAnsi="Times New Roman"/>
          <w:sz w:val="24"/>
          <w:szCs w:val="24"/>
          <w:lang w:eastAsia="ru-RU"/>
        </w:rPr>
        <w:t xml:space="preserve">оценки качества оказания услуг» </w:t>
      </w:r>
    </w:p>
    <w:p w:rsidR="00CC037D" w:rsidRPr="0099441C" w:rsidRDefault="00CC037D" w:rsidP="0099441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CC037D" w:rsidRDefault="00CC037D" w:rsidP="009944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9441C">
        <w:rPr>
          <w:rFonts w:ascii="Times New Roman" w:hAnsi="Times New Roman"/>
          <w:b/>
          <w:sz w:val="24"/>
          <w:szCs w:val="24"/>
          <w:lang w:eastAsia="ru-RU"/>
        </w:rPr>
        <w:t xml:space="preserve">Отчет </w:t>
      </w:r>
    </w:p>
    <w:p w:rsidR="00CC037D" w:rsidRDefault="00CC037D" w:rsidP="009944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9441C">
        <w:rPr>
          <w:rFonts w:ascii="Times New Roman" w:hAnsi="Times New Roman"/>
          <w:b/>
          <w:sz w:val="24"/>
          <w:szCs w:val="24"/>
          <w:lang w:eastAsia="ru-RU"/>
        </w:rPr>
        <w:t xml:space="preserve">о реализации плана мероприятий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на 2018 год </w:t>
      </w:r>
      <w:r w:rsidRPr="0099441C">
        <w:rPr>
          <w:rFonts w:ascii="Times New Roman" w:hAnsi="Times New Roman"/>
          <w:b/>
          <w:sz w:val="24"/>
          <w:szCs w:val="24"/>
          <w:lang w:eastAsia="ru-RU"/>
        </w:rPr>
        <w:t xml:space="preserve">по улучшению качества оказания услуг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МАОУ АГО «Артинская СОШ №6» </w:t>
      </w:r>
    </w:p>
    <w:p w:rsidR="00CC037D" w:rsidRPr="0099441C" w:rsidRDefault="00CC037D" w:rsidP="009944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9441C">
        <w:rPr>
          <w:rFonts w:ascii="Times New Roman" w:hAnsi="Times New Roman"/>
          <w:b/>
          <w:sz w:val="24"/>
          <w:szCs w:val="24"/>
          <w:lang w:eastAsia="ru-RU"/>
        </w:rPr>
        <w:t>по результатам проведения в 2017 году независимой оценки качества оказания услуг</w:t>
      </w:r>
    </w:p>
    <w:p w:rsidR="00CC037D" w:rsidRPr="0099441C" w:rsidRDefault="00CC037D" w:rsidP="009944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C037D" w:rsidRPr="0099441C" w:rsidRDefault="00CC037D" w:rsidP="0099441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2"/>
        <w:gridCol w:w="7938"/>
        <w:gridCol w:w="2126"/>
        <w:gridCol w:w="5245"/>
      </w:tblGrid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</w:p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мероприятия 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выполнения 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Информация о выполнении, результат </w:t>
            </w:r>
          </w:p>
        </w:tc>
      </w:tr>
      <w:tr w:rsidR="00CC037D" w:rsidRPr="00566C61" w:rsidTr="00566C61">
        <w:tc>
          <w:tcPr>
            <w:tcW w:w="15871" w:type="dxa"/>
            <w:gridSpan w:val="4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Направление 1. Создание условий для открытости и доступности информации об образовательной организации.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pStyle w:val="msonormalmailrucssattributepostfix"/>
              <w:shd w:val="clear" w:color="auto" w:fill="FFFFFF"/>
              <w:rPr>
                <w:color w:val="000000"/>
              </w:rPr>
            </w:pPr>
            <w:r w:rsidRPr="00566C61">
              <w:rPr>
                <w:color w:val="000000"/>
              </w:rPr>
              <w:t>Обновление информации об организации и ее деятельности по мере изменения, регулярное размещение новостей и интересных статей, отчетов и фотографий о прошедших мероприятиях и другой информации, интересной и полезной для посетителей сайта.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на официальном сайте ОО в информационно-телекоммуникационной сети "Интернет" представлена полная и актуальная информации об ОО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pStyle w:val="msonormalmailrucssattributepostfix"/>
              <w:shd w:val="clear" w:color="auto" w:fill="FFFFFF"/>
              <w:rPr>
                <w:color w:val="000000"/>
              </w:rPr>
            </w:pPr>
            <w:r w:rsidRPr="00566C61">
              <w:rPr>
                <w:color w:val="000000"/>
              </w:rPr>
              <w:t>Приведение информации о педагогических работниках в соответствие с требованиями нормативно-правовых актов.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до 01.12.2017 года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на официальном сайте ОО в информационно-телекоммуникационной сети «Интернет» размещены актуальные сведения о педагогических работниках ОО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pStyle w:val="msonormalmailrucssattributepostfix"/>
              <w:shd w:val="clear" w:color="auto" w:fill="FFFFFF"/>
              <w:rPr>
                <w:color w:val="000000"/>
              </w:rPr>
            </w:pPr>
            <w:r w:rsidRPr="00566C61">
              <w:rPr>
                <w:color w:val="000000"/>
              </w:rPr>
              <w:t>Приведение официального сайта в соответствие с нормативно-правовыми актами, обновление контактной информации, номеров телефонов и адресов электронных почт, с которых будут отвечать, обеспечить на сайте техническую возможность оставлять сообщения, задавать вопросы, вносить предложения. Обеспечение обратной связи получателям услуг.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до 01.12.2017 года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обеспечена доступность взаимодействия с получателями образовательных услуг по телефону, по электронной почте, с помощью электронных сервисов, предоставляемых на официальном сайте организации в сети Интернет, в том числе наличие возможности внесения предложений, направленных на улучшение работы организации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38" w:type="dxa"/>
          </w:tcPr>
          <w:p w:rsidR="00CC037D" w:rsidRPr="00A94738" w:rsidRDefault="00CC037D" w:rsidP="00566C61">
            <w:pPr>
              <w:pStyle w:val="msonormalmailrucssattributepostfix"/>
              <w:shd w:val="clear" w:color="auto" w:fill="FFFFFF"/>
            </w:pPr>
            <w:r w:rsidRPr="00566C61">
              <w:rPr>
                <w:color w:val="000000"/>
              </w:rPr>
              <w:t>Организация работы с обращениями граждан в соответствии с требованиями нормативно-правовых актов. Организация работы по размещению сведений о ходе рассмотрения обращений граждан на официальном сайте.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до 01.01.2018 года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обеспечена доступность сведений о ходе рассмотрения обращений граждан, 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</w:t>
            </w:r>
          </w:p>
        </w:tc>
      </w:tr>
      <w:tr w:rsidR="00CC037D" w:rsidRPr="00566C61" w:rsidTr="00566C61">
        <w:tc>
          <w:tcPr>
            <w:tcW w:w="15871" w:type="dxa"/>
            <w:gridSpan w:val="4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Направление 2. Создание комфортных условий для осуществления образовательной деятельности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38" w:type="dxa"/>
          </w:tcPr>
          <w:p w:rsidR="00CC037D" w:rsidRPr="001860FA" w:rsidRDefault="00CC037D" w:rsidP="00566C61">
            <w:pPr>
              <w:pStyle w:val="msonormalmailrucssattributepostfix"/>
              <w:shd w:val="clear" w:color="auto" w:fill="FFFFFF"/>
            </w:pPr>
            <w:r w:rsidRPr="00566C61">
              <w:rPr>
                <w:color w:val="000000"/>
              </w:rPr>
              <w:t xml:space="preserve">Анализ возможностей по улучшению материально-технического и информационного обеспечения, разработка и согласование с учредителями плана необходимых мероприятий. 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до 01.01.2018 года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Имеется план мероприятий, направленных на улучшение</w:t>
            </w:r>
            <w:r w:rsidRPr="00566C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материально-технического и информационного обеспечения ОО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pStyle w:val="msonormalmailrucssattributepostfix"/>
              <w:shd w:val="clear" w:color="auto" w:fill="FFFFFF"/>
              <w:rPr>
                <w:color w:val="000000"/>
              </w:rPr>
            </w:pPr>
            <w:r w:rsidRPr="00566C61">
              <w:rPr>
                <w:color w:val="000000"/>
              </w:rPr>
              <w:t xml:space="preserve">Принятие мер по устранению недостатков и совершенствованию организации питания обучающихся и условий для охраны/укрепления здоровья. 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до 01.01.2018 года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условия для охраны и укрепления здоровья, организации питания обучающихся обеспечены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Анализ возможностей и разработка плана мероприятий по улучшению условий для индивидуальной работы с обучающимися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до 01.01.2018 года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условия для индивидуальной работы с обучающимися имеются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Анализ реализуемых программы дополнительного образования, оценка возможности по их улучшению, а также добавлению новых программ. Разработка плана мероприятий и согласование с учредителем.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до 01.01.2018 года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рассматривается возможность введения в штатное расписание ставки педагога дополнительного образования.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Принятие мер по совершенствованию возможностей обучающихся принимать участие в конкурсах, олимпиадах, выставках, смотрах, спортивных и других мероприятий на региональном, всероссийском и международном уровнях.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до 01.01.2019 года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возможности развития творческих способностей и интересов обучающихся, включая их участие в конкурсах и олимпиадах (в том числе во всероссийских и международных),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 имеется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Принятие мер по улучшению условий для качественного оказания </w:t>
            </w: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психолого-педагогической, медицинской и социальной помощи обучающимся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до 01.01.2018 года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психолого-педагогическая, медицинская и социальная помощь обучающимся оказывается в полном объеме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Проработка вопросов, которые позволят обеспечить необходимый комфорт для обучающихся с ограниченными возможностями здоровья и инвалидов.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до 01.01.2018 года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разработка плана мероприятий, направленных на создание доступной среды для обучения детей-инвалидов </w:t>
            </w:r>
          </w:p>
        </w:tc>
      </w:tr>
      <w:tr w:rsidR="00CC037D" w:rsidRPr="00566C61" w:rsidTr="00566C61">
        <w:tc>
          <w:tcPr>
            <w:tcW w:w="15871" w:type="dxa"/>
            <w:gridSpan w:val="4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Направление 3. Создание условий для комфортной среды общения участников образовательных отношений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Создание и поддержка благоприятного социально-психологический климат в коллективе.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поздравление коллег с профессиональными праздниками День знаний и День учителя, с праздниками Новый год, День защитника Отечества, Международный женский день 8 Марта. Организация участия коллектива в Кроссе наций и Лыжне России. Своевременное информирование об изменениях в оплате труда работников, доведение информации об исполнении бюджета ОО.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работы по повышению компетентности работников образовательной организации 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имеется План-график повышения квалификации   педагогическими работниками ОО, проведение аттестационных процедур, созданием условий для участия педагогов в методических днях, конференциях, семинарах, работа в ШМО и РМО</w:t>
            </w:r>
          </w:p>
        </w:tc>
      </w:tr>
      <w:tr w:rsidR="00CC037D" w:rsidRPr="00566C61" w:rsidTr="00566C61">
        <w:tc>
          <w:tcPr>
            <w:tcW w:w="15871" w:type="dxa"/>
            <w:gridSpan w:val="4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Направление 4. Создание качественных условий для осуществления образовательной деятельности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</w:rPr>
              <w:t>Организовать работу по включению образовательной организации в областную программу по строительству пристроя к основному зданию школы на 150 мест в целях перевода школы в односменный режим работы. (техническим заданием в пристрое предусмотрен универсальный спортивный зал, тренажерный зал, бассейн, пищеблок с залом приема пищи на 240 посадочных мест, 6 специализированных кабинетов – технологии для мальчиков и девочек, физики и химии, информатики и ОБЖ)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до 2025 года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готовность ПСД до конца 2018 года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плана мероприятий по повышению качества предоставляемых образовательных услуг.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До 01.01.2018 года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Разработаны и реализуются План работы ОО на учебный год, План воспитательной работы ОО, Планы работы ШМО, План работы методического совета ОО. Осуществляют свою деятельность Совет участников образовательных отношений. Общешкольный родительский совет</w:t>
            </w:r>
          </w:p>
        </w:tc>
      </w:tr>
      <w:tr w:rsidR="00CC037D" w:rsidRPr="00566C61" w:rsidTr="00566C61">
        <w:tc>
          <w:tcPr>
            <w:tcW w:w="562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938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Поддержка </w:t>
            </w:r>
            <w:r w:rsidRPr="00566C6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деятельности организации на высоком уровне.</w:t>
            </w:r>
          </w:p>
        </w:tc>
        <w:tc>
          <w:tcPr>
            <w:tcW w:w="2126" w:type="dxa"/>
          </w:tcPr>
          <w:p w:rsidR="00CC037D" w:rsidRPr="00566C61" w:rsidRDefault="00CC037D" w:rsidP="00566C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5245" w:type="dxa"/>
          </w:tcPr>
          <w:p w:rsidR="00CC037D" w:rsidRPr="00566C61" w:rsidRDefault="00CC037D" w:rsidP="00566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C61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мероприятий с привлечением жителей микрорайона ОО, информирование о деятельности школы на сайте ОО. Изготовление и вручение жителям микрорайона ОО поздравительных открыток к 8 марта, Дню Победы, Дню Защитников Отечества. организация и проведение традиционного Вечера встречи выпускников.</w:t>
            </w:r>
          </w:p>
        </w:tc>
      </w:tr>
    </w:tbl>
    <w:p w:rsidR="00CC037D" w:rsidRPr="0099441C" w:rsidRDefault="00CC037D" w:rsidP="0099441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CC037D" w:rsidRPr="0099441C" w:rsidSect="006C6FBC">
      <w:pgSz w:w="16838" w:h="11906" w:orient="landscape"/>
      <w:pgMar w:top="851" w:right="539" w:bottom="851" w:left="53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1689"/>
    <w:rsid w:val="000115F4"/>
    <w:rsid w:val="000F18AB"/>
    <w:rsid w:val="00114900"/>
    <w:rsid w:val="001216F1"/>
    <w:rsid w:val="00145DA0"/>
    <w:rsid w:val="001860FA"/>
    <w:rsid w:val="002078EB"/>
    <w:rsid w:val="00236486"/>
    <w:rsid w:val="00260080"/>
    <w:rsid w:val="004D5084"/>
    <w:rsid w:val="004E00EC"/>
    <w:rsid w:val="00561689"/>
    <w:rsid w:val="00566C61"/>
    <w:rsid w:val="006548E8"/>
    <w:rsid w:val="006C6FBC"/>
    <w:rsid w:val="007B1F7C"/>
    <w:rsid w:val="008A44A9"/>
    <w:rsid w:val="00913816"/>
    <w:rsid w:val="0099441C"/>
    <w:rsid w:val="00A2429D"/>
    <w:rsid w:val="00A3224A"/>
    <w:rsid w:val="00A94738"/>
    <w:rsid w:val="00BA56A5"/>
    <w:rsid w:val="00BD65F4"/>
    <w:rsid w:val="00CA495F"/>
    <w:rsid w:val="00CC037D"/>
    <w:rsid w:val="00E04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8E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9441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Normal"/>
    <w:uiPriority w:val="99"/>
    <w:rsid w:val="009944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3</Pages>
  <Words>1165</Words>
  <Characters>6643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</cp:lastModifiedBy>
  <cp:revision>16</cp:revision>
  <cp:lastPrinted>2018-07-10T11:46:00Z</cp:lastPrinted>
  <dcterms:created xsi:type="dcterms:W3CDTF">2018-07-03T05:59:00Z</dcterms:created>
  <dcterms:modified xsi:type="dcterms:W3CDTF">2018-07-10T11:46:00Z</dcterms:modified>
</cp:coreProperties>
</file>